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14C542C" w:rsidR="008B1A2C" w:rsidRPr="00510334" w:rsidRDefault="008B1A2C" w:rsidP="00B87D91">
      <w:pPr>
        <w:rPr>
          <w:b/>
          <w:color w:val="FF5200" w:themeColor="accent2"/>
          <w:sz w:val="28"/>
          <w:szCs w:val="28"/>
        </w:rPr>
      </w:pPr>
      <w:r w:rsidRPr="00510334">
        <w:rPr>
          <w:b/>
          <w:color w:val="FF5200" w:themeColor="accent2"/>
          <w:sz w:val="28"/>
          <w:szCs w:val="28"/>
        </w:rPr>
        <w:t>Krycí list nabídky</w:t>
      </w:r>
      <w:r w:rsidR="0031280B" w:rsidRPr="00510334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264F46" w:rsidRPr="00510334">
        <w:rPr>
          <w:b/>
          <w:color w:val="FF5200" w:themeColor="accent2"/>
          <w:sz w:val="28"/>
          <w:szCs w:val="28"/>
        </w:rPr>
        <w:t>DTP a tiskové služby</w:t>
      </w:r>
      <w:r w:rsidR="0031280B" w:rsidRPr="00510334">
        <w:rPr>
          <w:b/>
          <w:color w:val="FF5200" w:themeColor="accent2"/>
          <w:sz w:val="28"/>
          <w:szCs w:val="28"/>
        </w:rPr>
        <w:t>“</w:t>
      </w:r>
      <w:r w:rsidR="000128D4" w:rsidRPr="00510334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A5879">
        <w:rPr>
          <w:b/>
          <w:color w:val="FF5200" w:themeColor="accent2"/>
          <w:sz w:val="28"/>
          <w:szCs w:val="28"/>
        </w:rPr>
        <w:t xml:space="preserve">č.j. </w:t>
      </w:r>
      <w:r w:rsidR="00FA5879" w:rsidRPr="00FA5879">
        <w:rPr>
          <w:b/>
          <w:color w:val="FF5200" w:themeColor="accent2"/>
          <w:sz w:val="28"/>
          <w:szCs w:val="28"/>
        </w:rPr>
        <w:t>86825</w:t>
      </w:r>
      <w:r w:rsidR="00FA5879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/2024-</w:t>
      </w:r>
      <w:r w:rsidR="00FA5879" w:rsidRPr="00FA58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A5879" w:rsidRPr="00FA5879">
        <w:rPr>
          <w:b/>
          <w:color w:val="FF5200" w:themeColor="accent2"/>
          <w:sz w:val="28"/>
          <w:szCs w:val="28"/>
        </w:rPr>
        <w:t>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7A0927">
          <w:pPr>
            <w:pStyle w:val="Obsah2"/>
          </w:pPr>
          <w:r>
            <w:t>Obsah</w:t>
          </w:r>
        </w:p>
        <w:p w14:paraId="4911FE22" w14:textId="23E8B12D" w:rsidR="00B87D0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8541967" w:history="1">
            <w:r w:rsidR="00B87D06" w:rsidRPr="00B26CBF">
              <w:rPr>
                <w:rStyle w:val="Hypertextovodkaz"/>
                <w:noProof/>
              </w:rPr>
              <w:t>Kapitola 1.</w:t>
            </w:r>
            <w:r w:rsidR="00B87D0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87D06" w:rsidRPr="00B26CBF">
              <w:rPr>
                <w:rStyle w:val="Hypertextovodkaz"/>
                <w:noProof/>
              </w:rPr>
              <w:t>Základní údaje k nabídce</w:t>
            </w:r>
            <w:r w:rsidR="00B87D06">
              <w:rPr>
                <w:noProof/>
                <w:webHidden/>
              </w:rPr>
              <w:tab/>
            </w:r>
            <w:r w:rsidR="00B87D06">
              <w:rPr>
                <w:noProof/>
                <w:webHidden/>
              </w:rPr>
              <w:fldChar w:fldCharType="begin"/>
            </w:r>
            <w:r w:rsidR="00B87D06">
              <w:rPr>
                <w:noProof/>
                <w:webHidden/>
              </w:rPr>
              <w:instrText xml:space="preserve"> PAGEREF _Toc198541967 \h </w:instrText>
            </w:r>
            <w:r w:rsidR="00B87D06">
              <w:rPr>
                <w:noProof/>
                <w:webHidden/>
              </w:rPr>
            </w:r>
            <w:r w:rsidR="00B87D06">
              <w:rPr>
                <w:noProof/>
                <w:webHidden/>
              </w:rPr>
              <w:fldChar w:fldCharType="separate"/>
            </w:r>
            <w:r w:rsidR="00B87D06">
              <w:rPr>
                <w:noProof/>
                <w:webHidden/>
              </w:rPr>
              <w:t>2</w:t>
            </w:r>
            <w:r w:rsidR="00B87D06">
              <w:rPr>
                <w:noProof/>
                <w:webHidden/>
              </w:rPr>
              <w:fldChar w:fldCharType="end"/>
            </w:r>
          </w:hyperlink>
        </w:p>
        <w:p w14:paraId="524F2FB9" w14:textId="5CFECF0D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68" w:history="1">
            <w:r w:rsidRPr="00B26CB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6B016" w14:textId="06611D64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69" w:history="1">
            <w:r w:rsidRPr="00B26CB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E1AB4" w14:textId="5AA9E1D6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70" w:history="1">
            <w:r w:rsidRPr="00B26CB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5335A4" w14:textId="37ED07EA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71" w:history="1">
            <w:r w:rsidRPr="00B26CB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DD500" w14:textId="138AF573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72" w:history="1">
            <w:r w:rsidRPr="00B26CBF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Čestné</w:t>
            </w:r>
            <w:r w:rsidRPr="00B26CB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216E16" w14:textId="2BA7A4CC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73" w:history="1">
            <w:r w:rsidRPr="00B26CBF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94364" w14:textId="40DAEC10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74" w:history="1">
            <w:r w:rsidRPr="00B26CBF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B47D8" w14:textId="0791B4FC" w:rsidR="00B87D06" w:rsidRDefault="00B87D0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8541975" w:history="1">
            <w:r w:rsidRPr="00B26CBF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26CBF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_Toc198541975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52FEE5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854196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D21047E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55002">
        <w:rPr>
          <w:rFonts w:eastAsia="Times New Roman" w:cs="Times New Roman"/>
          <w:lang w:eastAsia="cs-CZ"/>
        </w:rPr>
        <w:t>podlimitní sektorovou veřejnou zakázku</w:t>
      </w:r>
      <w:r w:rsidRPr="00655002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87D0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87D0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510334" w:rsidRDefault="00B66A3E" w:rsidP="00471B29">
      <w:pPr>
        <w:pStyle w:val="Nadpis2"/>
      </w:pPr>
      <w:bookmarkStart w:id="1" w:name="_Toc198541968"/>
      <w:r>
        <w:lastRenderedPageBreak/>
        <w:t>Ceník</w:t>
      </w:r>
      <w:bookmarkEnd w:id="1"/>
    </w:p>
    <w:p w14:paraId="3E5E9B0F" w14:textId="31139121" w:rsidR="007E5951" w:rsidRPr="00510334" w:rsidRDefault="002072A0" w:rsidP="007E5951">
      <w:pPr>
        <w:rPr>
          <w:rStyle w:val="Siln"/>
          <w:b w:val="0"/>
          <w:bCs w:val="0"/>
        </w:rPr>
      </w:pPr>
      <w:r w:rsidRPr="00510334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510334" w:rsidRPr="00510334">
        <w:rPr>
          <w:rStyle w:val="Siln"/>
          <w:b w:val="0"/>
          <w:bCs w:val="0"/>
        </w:rPr>
        <w:t>3</w:t>
      </w:r>
      <w:r w:rsidRPr="00510334">
        <w:rPr>
          <w:rStyle w:val="Siln"/>
          <w:b w:val="0"/>
          <w:bCs w:val="0"/>
        </w:rPr>
        <w:t xml:space="preserve"> </w:t>
      </w:r>
      <w:r w:rsidR="001E0266" w:rsidRPr="00510334">
        <w:rPr>
          <w:rStyle w:val="Siln"/>
          <w:b w:val="0"/>
          <w:bCs w:val="0"/>
        </w:rPr>
        <w:t>Závazného vzoru rámcové dohody</w:t>
      </w:r>
      <w:r w:rsidR="00510334" w:rsidRPr="00510334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7A0927">
          <w:headerReference w:type="first" r:id="rId14"/>
          <w:footerReference w:type="first" r:id="rId15"/>
          <w:pgSz w:w="11906" w:h="16838" w:code="9"/>
          <w:pgMar w:top="1049" w:right="1134" w:bottom="1474" w:left="2070" w:header="99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854196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854197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854197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4ACEF63B" w:rsidR="00AD2F9C" w:rsidRDefault="00AD2F9C" w:rsidP="00510334">
      <w:pPr>
        <w:pStyle w:val="aodst"/>
        <w:numPr>
          <w:ilvl w:val="1"/>
          <w:numId w:val="45"/>
        </w:numPr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278F9029" w:rsidR="00AD2F9C" w:rsidRDefault="00AD2F9C" w:rsidP="00510334">
      <w:pPr>
        <w:pStyle w:val="aodst"/>
      </w:pPr>
      <w:r>
        <w:t xml:space="preserve">nepřipravoval části nabídek, které mají být hodnoceny podle kritérií hodnocení, ve vzájemné shodě s jiným účastníkem téhož </w:t>
      </w:r>
      <w:r w:rsidR="00F45664">
        <w:t xml:space="preserve">výběrového </w:t>
      </w:r>
      <w: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854197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3A92B01B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8541973"/>
      <w:r w:rsidRPr="00E85D44">
        <w:t>Čestné prohlášení o splnění technické kvalifikace</w:t>
      </w:r>
      <w:bookmarkEnd w:id="6"/>
    </w:p>
    <w:p w14:paraId="71002640" w14:textId="262B2A41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</w:t>
      </w:r>
      <w:r w:rsidR="00E85D44" w:rsidRPr="003764B1">
        <w:rPr>
          <w:lang w:eastAsia="cs-CZ"/>
        </w:rPr>
        <w:t xml:space="preserve">čestně prohlašuje, že za poslední 3 roky před zahájením </w:t>
      </w:r>
      <w:r w:rsidR="00A63D48" w:rsidRPr="003764B1">
        <w:rPr>
          <w:lang w:eastAsia="cs-CZ"/>
        </w:rPr>
        <w:t xml:space="preserve">výběrového </w:t>
      </w:r>
      <w:r w:rsidR="00E85D44" w:rsidRPr="003764B1">
        <w:rPr>
          <w:lang w:eastAsia="cs-CZ"/>
        </w:rPr>
        <w:t xml:space="preserve">řízení </w:t>
      </w:r>
      <w:r w:rsidR="00510334">
        <w:rPr>
          <w:lang w:eastAsia="cs-CZ"/>
        </w:rPr>
        <w:t>realizoval</w:t>
      </w:r>
      <w:r w:rsidR="007A0927">
        <w:rPr>
          <w:lang w:eastAsia="cs-CZ"/>
        </w:rPr>
        <w:t xml:space="preserve"> v souladu s odst. 9.5.1 Výzvy k podání nabídky</w:t>
      </w:r>
      <w:r w:rsidR="00E85D44" w:rsidRPr="003764B1">
        <w:rPr>
          <w:lang w:eastAsia="cs-CZ"/>
        </w:rPr>
        <w:t xml:space="preserve"> </w:t>
      </w:r>
      <w:r w:rsidR="00510334">
        <w:rPr>
          <w:lang w:eastAsia="cs-CZ"/>
        </w:rPr>
        <w:t xml:space="preserve">následujících </w:t>
      </w:r>
      <w:r w:rsidR="00510334">
        <w:t>5</w:t>
      </w:r>
      <w:r w:rsidR="00510334" w:rsidRPr="008B4812">
        <w:t xml:space="preserve"> významn</w:t>
      </w:r>
      <w:r w:rsidR="00510334">
        <w:t>ých</w:t>
      </w:r>
      <w:r w:rsidR="00510334" w:rsidRPr="008B4812">
        <w:t xml:space="preserve"> služ</w:t>
      </w:r>
      <w:r w:rsidR="00510334">
        <w:t>eb</w:t>
      </w:r>
      <w:r w:rsidR="00510334" w:rsidRPr="008B4812">
        <w:t xml:space="preserve"> v minimálním</w:t>
      </w:r>
      <w:r w:rsidR="00510334" w:rsidRPr="00862FA2">
        <w:t xml:space="preserve"> finančním objemu </w:t>
      </w:r>
      <w:r w:rsidR="00510334">
        <w:t>3</w:t>
      </w:r>
      <w:r w:rsidR="00510334" w:rsidRPr="008B4812">
        <w:t>00</w:t>
      </w:r>
      <w:r w:rsidR="00510334">
        <w:t>.</w:t>
      </w:r>
      <w:r w:rsidR="00510334" w:rsidRPr="008B4812">
        <w:t xml:space="preserve">000 Kč bez DPH v souhrnu za </w:t>
      </w:r>
      <w:r w:rsidR="00510334">
        <w:t>všechny</w:t>
      </w:r>
      <w:r w:rsidR="00510334" w:rsidRPr="008B4812">
        <w:t xml:space="preserve"> tyto významné služby</w:t>
      </w:r>
      <w:r w:rsidR="00510334">
        <w:rPr>
          <w:lang w:eastAsia="cs-CZ"/>
        </w:rPr>
        <w:t xml:space="preserve">.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7621C8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65BA9D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116EF38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510334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510334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48B8179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7A0927">
              <w:rPr>
                <w:rStyle w:val="Siln"/>
              </w:rPr>
              <w:t>3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0072B2" w14:paraId="2F1AC1E0" w14:textId="77777777" w:rsidTr="0051033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00A6DF9" w14:textId="77777777" w:rsidR="000072B2" w:rsidRDefault="000072B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29A7DE" w14:textId="77777777" w:rsidR="000072B2" w:rsidRDefault="000072B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19FB9E" w14:textId="77777777" w:rsidR="000072B2" w:rsidRDefault="000072B2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D69B90" w14:textId="77777777" w:rsidR="000072B2" w:rsidRDefault="000072B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0334" w14:paraId="298D10C4" w14:textId="77777777" w:rsidTr="0051033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D8548B2" w14:textId="77777777" w:rsidR="00510334" w:rsidRDefault="0051033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292B4" w14:textId="77777777" w:rsidR="00510334" w:rsidRDefault="0051033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02EC84" w14:textId="77777777" w:rsidR="00510334" w:rsidRDefault="0051033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3857CC" w14:textId="77777777" w:rsidR="00510334" w:rsidRDefault="0051033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0334" w14:paraId="73ABE683" w14:textId="77777777" w:rsidTr="005103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E86F495" w14:textId="77777777" w:rsidR="00510334" w:rsidRDefault="0051033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A61E419" w14:textId="77777777" w:rsidR="00510334" w:rsidRDefault="0051033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788979" w14:textId="77777777" w:rsidR="00510334" w:rsidRDefault="0051033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3E9A22" w14:textId="77777777" w:rsidR="00510334" w:rsidRDefault="0051033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98541974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7A09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3B475F" w14:textId="77777777" w:rsidR="00F44645" w:rsidRPr="000600E5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0600E5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2" w:type="dxa"/>
          </w:tcPr>
          <w:p w14:paraId="652DAA0D" w14:textId="77777777" w:rsidR="00F44645" w:rsidRPr="000600E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0600E5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7A0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2362AB3B" w14:textId="1ACBDA63" w:rsidR="00F44645" w:rsidRPr="00510334" w:rsidRDefault="00510334" w:rsidP="00A327CB">
            <w:pPr>
              <w:rPr>
                <w:rFonts w:eastAsia="Times New Roman" w:cs="Times New Roman"/>
                <w:lang w:eastAsia="cs-CZ"/>
              </w:rPr>
            </w:pPr>
            <w:r w:rsidRPr="00510334">
              <w:rPr>
                <w:rFonts w:eastAsia="Times New Roman" w:cs="Times New Roman"/>
                <w:lang w:eastAsia="cs-CZ"/>
              </w:rPr>
              <w:t>DTP operátor</w:t>
            </w:r>
          </w:p>
        </w:tc>
        <w:tc>
          <w:tcPr>
            <w:tcW w:w="4352" w:type="dxa"/>
          </w:tcPr>
          <w:p w14:paraId="1B4FBCB8" w14:textId="628A0DB5" w:rsidR="00F44645" w:rsidRPr="007913E1" w:rsidRDefault="0051033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9B19FC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  <w:tr w:rsidR="00510334" w14:paraId="0A8F281A" w14:textId="77777777" w:rsidTr="007A0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6F087263" w14:textId="0CBD640B" w:rsidR="00510334" w:rsidRPr="00510334" w:rsidRDefault="00510334" w:rsidP="00A327CB">
            <w:pPr>
              <w:rPr>
                <w:rFonts w:eastAsia="Times New Roman" w:cs="Times New Roman"/>
                <w:lang w:eastAsia="cs-CZ"/>
              </w:rPr>
            </w:pPr>
            <w:r w:rsidRPr="00510334">
              <w:rPr>
                <w:rFonts w:eastAsia="Times New Roman" w:cs="Times New Roman"/>
                <w:lang w:eastAsia="cs-CZ"/>
              </w:rPr>
              <w:t>Grafik</w:t>
            </w:r>
          </w:p>
        </w:tc>
        <w:tc>
          <w:tcPr>
            <w:tcW w:w="4352" w:type="dxa"/>
          </w:tcPr>
          <w:p w14:paraId="32192AE4" w14:textId="27C4727C" w:rsidR="00510334" w:rsidRPr="007913E1" w:rsidRDefault="0051033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9B19FC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  <w:tr w:rsidR="00F44645" w14:paraId="274AC354" w14:textId="77777777" w:rsidTr="007A0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4D8BB2B5" w:rsidR="00F44645" w:rsidRPr="00510334" w:rsidRDefault="00F44645" w:rsidP="00510334">
            <w:pPr>
              <w:tabs>
                <w:tab w:val="num" w:pos="360"/>
              </w:tabs>
              <w:rPr>
                <w:rFonts w:eastAsia="Times New Roman" w:cs="Times New Roman"/>
                <w:i/>
                <w:iCs/>
                <w:highlight w:val="green"/>
                <w:lang w:eastAsia="cs-CZ"/>
              </w:rPr>
            </w:pPr>
            <w:r w:rsidRPr="00510334">
              <w:rPr>
                <w:rFonts w:eastAsia="Times New Roman" w:cs="Times New Roman"/>
                <w:i/>
                <w:iCs/>
                <w:lang w:eastAsia="cs-CZ"/>
              </w:rPr>
              <w:t>Pozn. V příp</w:t>
            </w:r>
            <w:r w:rsidR="00A07EA0" w:rsidRPr="00510334">
              <w:rPr>
                <w:rFonts w:eastAsia="Times New Roman" w:cs="Times New Roman"/>
                <w:i/>
                <w:iCs/>
                <w:lang w:eastAsia="cs-CZ"/>
              </w:rPr>
              <w:t>adě, že dodavatel uvede více členů realizačního týmu</w:t>
            </w:r>
            <w:r w:rsidRPr="00510334">
              <w:rPr>
                <w:rFonts w:eastAsia="Times New Roman" w:cs="Times New Roman"/>
                <w:i/>
                <w:iCs/>
                <w:lang w:eastAsia="cs-CZ"/>
              </w:rPr>
              <w:t>, upraví dodavatel tabulku dle potřeby.</w:t>
            </w:r>
          </w:p>
        </w:tc>
      </w:tr>
      <w:tr w:rsidR="00F44645" w14:paraId="4057DA1D" w14:textId="77777777" w:rsidTr="007A0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510334" w:rsidRDefault="00F44645" w:rsidP="00471B29">
      <w:pPr>
        <w:rPr>
          <w:b/>
          <w:bCs/>
          <w:lang w:eastAsia="cs-CZ"/>
        </w:rPr>
      </w:pPr>
      <w:r w:rsidRPr="00510334">
        <w:rPr>
          <w:b/>
          <w:bCs/>
          <w:lang w:eastAsia="cs-CZ"/>
        </w:rPr>
        <w:t>Přílohy:</w:t>
      </w:r>
    </w:p>
    <w:p w14:paraId="23E77F5D" w14:textId="151798DE" w:rsidR="00F44645" w:rsidRPr="00510334" w:rsidRDefault="00F44645" w:rsidP="00471B29">
      <w:pPr>
        <w:rPr>
          <w:i/>
          <w:iCs/>
          <w:lang w:eastAsia="cs-CZ"/>
        </w:rPr>
      </w:pPr>
      <w:r w:rsidRPr="00510334">
        <w:rPr>
          <w:i/>
          <w:iCs/>
          <w:lang w:eastAsia="cs-CZ"/>
        </w:rPr>
        <w:t xml:space="preserve">Životopis </w:t>
      </w:r>
      <w:r w:rsidR="00510334" w:rsidRPr="00510334">
        <w:rPr>
          <w:i/>
          <w:iCs/>
          <w:lang w:eastAsia="cs-CZ"/>
        </w:rPr>
        <w:t>DTP operátor</w:t>
      </w:r>
    </w:p>
    <w:p w14:paraId="3141A290" w14:textId="43206DC9" w:rsidR="00510334" w:rsidRPr="00510334" w:rsidRDefault="00510334" w:rsidP="00471B29">
      <w:pPr>
        <w:rPr>
          <w:i/>
          <w:iCs/>
          <w:lang w:eastAsia="cs-CZ"/>
        </w:rPr>
      </w:pPr>
      <w:r w:rsidRPr="00510334">
        <w:rPr>
          <w:i/>
          <w:iCs/>
          <w:lang w:eastAsia="cs-CZ"/>
        </w:rPr>
        <w:t>Životopis Grafik</w:t>
      </w:r>
    </w:p>
    <w:p w14:paraId="606EB94F" w14:textId="458D1DDE" w:rsidR="00022C8D" w:rsidRPr="000128D4" w:rsidRDefault="00510334" w:rsidP="00022C8D">
      <w:pPr>
        <w:pStyle w:val="Nadpis2"/>
      </w:pPr>
      <w:r>
        <w:rPr>
          <w:lang w:eastAsia="cs-CZ"/>
        </w:rPr>
        <w:br w:type="page"/>
      </w:r>
      <w:bookmarkStart w:id="9" w:name="_Toc157769565"/>
      <w:bookmarkStart w:id="10" w:name="_Toc198541975"/>
      <w:r w:rsidR="00022C8D" w:rsidRPr="000128D4">
        <w:lastRenderedPageBreak/>
        <w:t>Čestné prohlášení o ekonomické kvalifikaci</w:t>
      </w:r>
      <w:bookmarkEnd w:id="9"/>
      <w:bookmarkEnd w:id="10"/>
    </w:p>
    <w:p w14:paraId="12C7E731" w14:textId="77777777" w:rsidR="00022C8D" w:rsidRDefault="00022C8D" w:rsidP="00022C8D">
      <w:pPr>
        <w:rPr>
          <w:lang w:eastAsia="cs-CZ"/>
        </w:rPr>
      </w:pPr>
      <w:r>
        <w:rPr>
          <w:lang w:eastAsia="cs-CZ"/>
        </w:rPr>
        <w:t>Účastník, který podává tuto nabídku, tímto čestně prohlašuje, že:</w:t>
      </w:r>
    </w:p>
    <w:p w14:paraId="1741C1D3" w14:textId="55727BCB" w:rsidR="00022C8D" w:rsidRPr="00022C8D" w:rsidRDefault="00022C8D" w:rsidP="00022C8D">
      <w:pPr>
        <w:rPr>
          <w:lang w:eastAsia="cs-CZ"/>
        </w:rPr>
      </w:pPr>
      <w:r w:rsidRPr="00022C8D">
        <w:rPr>
          <w:lang w:eastAsia="cs-CZ"/>
        </w:rPr>
        <w:t>minimální roční obrat dodavatele zjištěný podle zvláštních právních předpisů</w:t>
      </w:r>
      <w:r w:rsidRPr="00022C8D">
        <w:rPr>
          <w:vertAlign w:val="superscript"/>
          <w:lang w:eastAsia="cs-CZ"/>
        </w:rPr>
        <w:footnoteReference w:id="5"/>
      </w:r>
      <w:r w:rsidRPr="00022C8D">
        <w:rPr>
          <w:lang w:eastAsia="cs-CZ"/>
        </w:rPr>
        <w:t xml:space="preserve"> dosahoval výše 3.000.000 Kč bez DPH za každé ze tří uzavřených, bezprostředně předcházejících účetních období, jestliže účastník vznikl později, tak za všechna uzavřená účetní období od svého vzniku, a účastník tedy </w:t>
      </w:r>
    </w:p>
    <w:p w14:paraId="53928DB4" w14:textId="48493EF7" w:rsidR="00022C8D" w:rsidRDefault="00022C8D" w:rsidP="00022C8D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kvalifikaci.</w:t>
      </w:r>
    </w:p>
    <w:p w14:paraId="3853161F" w14:textId="17CD46A6" w:rsidR="00022C8D" w:rsidRDefault="00022C8D" w:rsidP="00022C8D">
      <w:pPr>
        <w:rPr>
          <w:lang w:eastAsia="cs-CZ"/>
        </w:rPr>
      </w:pPr>
      <w:r>
        <w:rPr>
          <w:lang w:eastAsia="cs-CZ"/>
        </w:rPr>
        <w:t>Výše požadovaný požadavek zadavatele splňuje účastník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22C8D" w14:paraId="1F0E3248" w14:textId="77777777" w:rsidTr="00022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847408" w14:textId="2BEBE5C4" w:rsidR="00022C8D" w:rsidRDefault="00022C8D" w:rsidP="00421EA4">
            <w:pPr>
              <w:rPr>
                <w:lang w:eastAsia="cs-CZ"/>
              </w:rPr>
            </w:pPr>
            <w:r w:rsidRPr="00022C8D">
              <w:rPr>
                <w:lang w:eastAsia="cs-CZ"/>
              </w:rPr>
              <w:t>Uzavřené účetní období</w:t>
            </w:r>
            <w:r>
              <w:rPr>
                <w:lang w:eastAsia="cs-CZ"/>
              </w:rPr>
              <w:t>: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4FC5" w14:textId="77777777" w:rsidR="00022C8D" w:rsidRDefault="00022C8D" w:rsidP="00421E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EB84" w14:textId="77777777" w:rsidR="00022C8D" w:rsidRDefault="00022C8D" w:rsidP="00421E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DC1494" w14:textId="77777777" w:rsidR="00022C8D" w:rsidRDefault="00022C8D" w:rsidP="00421E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022C8D" w14:paraId="32B9DB04" w14:textId="77777777" w:rsidTr="00421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7EABB6B0" w14:textId="3BF8071E" w:rsidR="00022C8D" w:rsidRDefault="00022C8D" w:rsidP="00421EA4">
            <w:pPr>
              <w:rPr>
                <w:lang w:eastAsia="cs-CZ"/>
              </w:rPr>
            </w:pPr>
            <w:r w:rsidRPr="00022C8D">
              <w:rPr>
                <w:lang w:eastAsia="cs-CZ"/>
              </w:rPr>
              <w:t>Dosažený roční obrat dodavatele v tis. Kč</w:t>
            </w:r>
            <w:r>
              <w:rPr>
                <w:lang w:eastAsia="cs-CZ"/>
              </w:rPr>
              <w:t>: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C8C8988" w14:textId="77777777" w:rsidR="00022C8D" w:rsidRPr="0023070F" w:rsidRDefault="00022C8D" w:rsidP="00421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84E92B" w14:textId="77777777" w:rsidR="00022C8D" w:rsidRPr="0023070F" w:rsidRDefault="00022C8D" w:rsidP="00421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1EA64" w14:textId="77777777" w:rsidR="00022C8D" w:rsidRPr="0023070F" w:rsidRDefault="00022C8D" w:rsidP="00421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</w:tbl>
    <w:p w14:paraId="1F13F662" w14:textId="77777777" w:rsidR="00022C8D" w:rsidRDefault="00022C8D" w:rsidP="00022C8D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>
        <w:rPr>
          <w:highlight w:val="green"/>
        </w:rPr>
        <w:br w:type="page"/>
      </w:r>
    </w:p>
    <w:p w14:paraId="3383C022" w14:textId="5BDFBD7B" w:rsidR="00022C8D" w:rsidRDefault="00022C8D">
      <w:pPr>
        <w:spacing w:before="0" w:after="240"/>
        <w:jc w:val="left"/>
        <w:rPr>
          <w:lang w:eastAsia="cs-CZ"/>
        </w:rPr>
      </w:pPr>
    </w:p>
    <w:p w14:paraId="0B34B067" w14:textId="542E7C44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1E6C8F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3CD5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5F8E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8F71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9D428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51AB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77079A50" w14:textId="77777777" w:rsidR="00022C8D" w:rsidRDefault="00022C8D" w:rsidP="00022C8D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545940267" name="Obrázek 1545940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7A0927" w:rsidRDefault="00A327CB" w:rsidP="007A09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7330939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72B2"/>
    <w:rsid w:val="000128D4"/>
    <w:rsid w:val="00022C8D"/>
    <w:rsid w:val="00027E09"/>
    <w:rsid w:val="00027E55"/>
    <w:rsid w:val="0003446B"/>
    <w:rsid w:val="00045E47"/>
    <w:rsid w:val="000600E5"/>
    <w:rsid w:val="000673AB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27385"/>
    <w:rsid w:val="002305E9"/>
    <w:rsid w:val="0023070F"/>
    <w:rsid w:val="00264F46"/>
    <w:rsid w:val="0027438E"/>
    <w:rsid w:val="00280E07"/>
    <w:rsid w:val="00293E5A"/>
    <w:rsid w:val="002C31BF"/>
    <w:rsid w:val="002D08B1"/>
    <w:rsid w:val="002D5A4C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66DF0"/>
    <w:rsid w:val="00375D95"/>
    <w:rsid w:val="003764B1"/>
    <w:rsid w:val="003956C6"/>
    <w:rsid w:val="003B596F"/>
    <w:rsid w:val="003E2FB9"/>
    <w:rsid w:val="003F1660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5282"/>
    <w:rsid w:val="004F69EA"/>
    <w:rsid w:val="00500F3F"/>
    <w:rsid w:val="0051019F"/>
    <w:rsid w:val="00510334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E781F"/>
    <w:rsid w:val="005F1404"/>
    <w:rsid w:val="00607EAC"/>
    <w:rsid w:val="0061068E"/>
    <w:rsid w:val="00613242"/>
    <w:rsid w:val="00626DB3"/>
    <w:rsid w:val="00633D9C"/>
    <w:rsid w:val="006532C4"/>
    <w:rsid w:val="00654420"/>
    <w:rsid w:val="00655002"/>
    <w:rsid w:val="00660AD3"/>
    <w:rsid w:val="0067790F"/>
    <w:rsid w:val="00677B7F"/>
    <w:rsid w:val="006A5570"/>
    <w:rsid w:val="006A689C"/>
    <w:rsid w:val="006B3D79"/>
    <w:rsid w:val="006B671C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90BE6"/>
    <w:rsid w:val="007913E1"/>
    <w:rsid w:val="007A0927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39C0"/>
    <w:rsid w:val="008659F3"/>
    <w:rsid w:val="00882189"/>
    <w:rsid w:val="00886D4B"/>
    <w:rsid w:val="00895406"/>
    <w:rsid w:val="00897BEC"/>
    <w:rsid w:val="008A3568"/>
    <w:rsid w:val="008B1A2C"/>
    <w:rsid w:val="008B63DA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19FC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75D0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2789D"/>
    <w:rsid w:val="00B468D2"/>
    <w:rsid w:val="00B66A3E"/>
    <w:rsid w:val="00B75EE1"/>
    <w:rsid w:val="00B77481"/>
    <w:rsid w:val="00B8518B"/>
    <w:rsid w:val="00B87D06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D762C"/>
    <w:rsid w:val="00CF53B5"/>
    <w:rsid w:val="00D14CE3"/>
    <w:rsid w:val="00D21061"/>
    <w:rsid w:val="00D247B3"/>
    <w:rsid w:val="00D4108E"/>
    <w:rsid w:val="00D537B8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879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A0927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11</Pages>
  <Words>1451</Words>
  <Characters>8567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Vlčková Anna</cp:lastModifiedBy>
  <cp:revision>23</cp:revision>
  <cp:lastPrinted>2023-10-05T09:40:00Z</cp:lastPrinted>
  <dcterms:created xsi:type="dcterms:W3CDTF">2024-11-11T14:20:00Z</dcterms:created>
  <dcterms:modified xsi:type="dcterms:W3CDTF">2025-05-19T08:12:00Z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